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6CFE1">
      <w:pPr>
        <w:ind w:right="195" w:rightChars="93"/>
        <w:jc w:val="left"/>
        <w:rPr>
          <w:rFonts w:ascii="黑体" w:hAnsi="黑体" w:eastAsia="仿宋_GB2312" w:cs="Times New Roman"/>
          <w:spacing w:val="-11"/>
          <w:sz w:val="32"/>
          <w:szCs w:val="24"/>
        </w:rPr>
      </w:pPr>
      <w:r>
        <w:rPr>
          <w:rFonts w:hint="eastAsia" w:ascii="黑体" w:hAnsi="黑体" w:eastAsia="黑体" w:cs="Times New Roman"/>
          <w:spacing w:val="-11"/>
          <w:sz w:val="32"/>
          <w:szCs w:val="24"/>
        </w:rPr>
        <w:t>附件</w:t>
      </w:r>
    </w:p>
    <w:p w14:paraId="739E85D9">
      <w:pPr>
        <w:spacing w:beforeLines="10"/>
        <w:jc w:val="center"/>
        <w:outlineLvl w:val="0"/>
        <w:rPr>
          <w:rFonts w:ascii="Times New Roman" w:hAnsi="Times New Roman" w:eastAsia="方正小标宋简体" w:cs="Times New Roman"/>
          <w:spacing w:val="-11"/>
          <w:kern w:val="44"/>
          <w:sz w:val="40"/>
          <w:szCs w:val="24"/>
        </w:rPr>
      </w:pPr>
      <w:r>
        <w:rPr>
          <w:rFonts w:hint="eastAsia" w:ascii="Times New Roman" w:hAnsi="Times New Roman" w:eastAsia="方正小标宋简体" w:cs="Times New Roman"/>
          <w:spacing w:val="-11"/>
          <w:kern w:val="44"/>
          <w:sz w:val="40"/>
          <w:szCs w:val="24"/>
        </w:rPr>
        <w:t>四川省家庭经济困难学生认定申请表（样表）</w:t>
      </w:r>
    </w:p>
    <w:p w14:paraId="2AADE17D">
      <w:pPr>
        <w:spacing w:beforeLines="10"/>
        <w:ind w:firstLine="219" w:firstLineChars="100"/>
        <w:rPr>
          <w:rFonts w:ascii="Times New Roman" w:hAnsi="Times New Roman" w:eastAsia="仿宋_GB2312" w:cs="Times New Roman"/>
          <w:b/>
          <w:bCs/>
          <w:spacing w:val="-11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学校：</w:t>
      </w:r>
      <w:r>
        <w:rPr>
          <w:rFonts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 xml:space="preserve"> 院系：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专业：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年级：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 xml:space="preserve"> 班级：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</w:t>
      </w:r>
    </w:p>
    <w:tbl>
      <w:tblPr>
        <w:tblStyle w:val="6"/>
        <w:tblW w:w="922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1273"/>
        <w:gridCol w:w="564"/>
        <w:gridCol w:w="1104"/>
        <w:gridCol w:w="283"/>
        <w:gridCol w:w="253"/>
        <w:gridCol w:w="462"/>
        <w:gridCol w:w="703"/>
        <w:gridCol w:w="750"/>
        <w:gridCol w:w="789"/>
        <w:gridCol w:w="967"/>
        <w:gridCol w:w="17"/>
        <w:gridCol w:w="170"/>
        <w:gridCol w:w="363"/>
        <w:gridCol w:w="645"/>
      </w:tblGrid>
      <w:tr w14:paraId="2C3B2F05">
        <w:trPr>
          <w:trHeight w:val="430" w:hRule="atLeast"/>
        </w:trPr>
        <w:tc>
          <w:tcPr>
            <w:tcW w:w="8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88983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学生</w:t>
            </w:r>
          </w:p>
          <w:p w14:paraId="63ABEA2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基本</w:t>
            </w:r>
          </w:p>
          <w:p w14:paraId="365F9817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A30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1FD5A"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9D62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7CF26"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093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381132"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60FC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88B35D"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E2C76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8D72CC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0A6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身份证</w:t>
            </w:r>
          </w:p>
          <w:p w14:paraId="5C0C3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号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码</w:t>
            </w:r>
          </w:p>
        </w:tc>
        <w:tc>
          <w:tcPr>
            <w:tcW w:w="1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0EC4F8"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BE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家庭</w:t>
            </w:r>
          </w:p>
          <w:p w14:paraId="016DC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人口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C1016"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1A53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1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7EC36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AB3D6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F62A59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71D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详细通</w:t>
            </w:r>
          </w:p>
          <w:p w14:paraId="37EB8E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讯地址</w:t>
            </w:r>
          </w:p>
        </w:tc>
        <w:tc>
          <w:tcPr>
            <w:tcW w:w="707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17575C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09D00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8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DFBCD8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9C6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D4BE49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A41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家长手机号码</w:t>
            </w:r>
          </w:p>
        </w:tc>
        <w:tc>
          <w:tcPr>
            <w:tcW w:w="21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41C73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0F61F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881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5A46D9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A31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户口性质</w:t>
            </w:r>
          </w:p>
        </w:tc>
        <w:tc>
          <w:tcPr>
            <w:tcW w:w="166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C99C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□城镇 □农村</w:t>
            </w:r>
          </w:p>
        </w:tc>
        <w:tc>
          <w:tcPr>
            <w:tcW w:w="99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E9A1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学费</w:t>
            </w:r>
          </w:p>
          <w:p w14:paraId="71FDC1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标准</w:t>
            </w:r>
          </w:p>
        </w:tc>
        <w:tc>
          <w:tcPr>
            <w:tcW w:w="224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F940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/年</w:t>
            </w:r>
          </w:p>
        </w:tc>
        <w:tc>
          <w:tcPr>
            <w:tcW w:w="98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80E2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住宿费</w:t>
            </w:r>
          </w:p>
          <w:p w14:paraId="09D679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标准</w:t>
            </w:r>
          </w:p>
        </w:tc>
        <w:tc>
          <w:tcPr>
            <w:tcW w:w="117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2161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仿宋_GB2312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/年</w:t>
            </w:r>
          </w:p>
        </w:tc>
      </w:tr>
      <w:tr w14:paraId="35FCED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1C7F6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家庭</w:t>
            </w:r>
          </w:p>
          <w:p w14:paraId="01DB5F7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成员</w:t>
            </w:r>
          </w:p>
          <w:p w14:paraId="563B11A2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3C53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7CC8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C2B2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与学生关系</w:t>
            </w:r>
          </w:p>
        </w:tc>
        <w:tc>
          <w:tcPr>
            <w:tcW w:w="21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3B57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工作（学习）单位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23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职业</w:t>
            </w:r>
          </w:p>
        </w:tc>
        <w:tc>
          <w:tcPr>
            <w:tcW w:w="1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76C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年收入（元）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F29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健康状况</w:t>
            </w:r>
          </w:p>
        </w:tc>
      </w:tr>
      <w:tr w14:paraId="043E2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9369DE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592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71E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02A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B14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F02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68E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C9C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D14AA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960575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8A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568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BA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D8B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37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9A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6ED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7427A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0CCAC4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867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0AE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492E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08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26F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FE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7A2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A8DD9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92045E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F01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FFF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9B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B69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623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82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6BA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2CD25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269285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DAC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894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BC4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BB8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E7B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6F9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95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CDE84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87B9AE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DB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99D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FCB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866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F4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B60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E79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D5A3E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EDE356"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特殊</w:t>
            </w:r>
          </w:p>
          <w:p w14:paraId="0E3AF9BD"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群体</w:t>
            </w:r>
          </w:p>
          <w:p w14:paraId="7DC79923"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834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B70A2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脱贫家庭学生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脱贫不稳定家庭学生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□边缘易致贫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家庭学生</w:t>
            </w:r>
          </w:p>
          <w:p w14:paraId="10D7F56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突发严重困难家庭学生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低保家庭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低保边缘家庭学生</w:t>
            </w:r>
          </w:p>
          <w:p w14:paraId="237A96E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□特困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救助供养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刚性支出困难家庭学生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其他低收入学生</w:t>
            </w:r>
          </w:p>
          <w:p w14:paraId="1F8FB6A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□孤儿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事实无人抚养儿童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□残疾学生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残疾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人子女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□烈士子女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</w:t>
            </w:r>
          </w:p>
          <w:p w14:paraId="180169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</w:rPr>
              <w:t>（注：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</w:rPr>
              <w:t>请按实际情况勾选，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</w:rPr>
              <w:t>如不属于上述特殊困难群体，本栏可不填）</w:t>
            </w:r>
          </w:p>
        </w:tc>
      </w:tr>
      <w:tr w14:paraId="51DCA8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436CCF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影响</w:t>
            </w:r>
          </w:p>
          <w:p w14:paraId="554952E5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家庭</w:t>
            </w:r>
          </w:p>
          <w:p w14:paraId="456B2FD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经济</w:t>
            </w:r>
          </w:p>
          <w:p w14:paraId="55AF7DCD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状况</w:t>
            </w:r>
          </w:p>
          <w:p w14:paraId="5450209D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其他</w:t>
            </w:r>
          </w:p>
          <w:p w14:paraId="6E8F216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有关</w:t>
            </w:r>
          </w:p>
          <w:p w14:paraId="0483ECA0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信息</w:t>
            </w:r>
          </w:p>
        </w:tc>
        <w:tc>
          <w:tcPr>
            <w:tcW w:w="8343" w:type="dxa"/>
            <w:gridSpan w:val="1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2D64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家庭人均年收入：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元。</w:t>
            </w:r>
          </w:p>
          <w:p w14:paraId="6EC0BDF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家庭遭受自然灾害情况：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14:paraId="2064853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家庭遭受突发意外事件：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14:paraId="408F6D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家庭成员因残疾、年迈而劳动能力弱情况：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14:paraId="307BF2C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家庭成员失业情况：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14:paraId="612AF0E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6.家庭欠债情况：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14:paraId="030C8F9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7.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其它情况：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14:paraId="3477412D">
            <w:pPr>
              <w:widowControl/>
              <w:jc w:val="left"/>
              <w:textAlignment w:val="center"/>
              <w:rPr>
                <w:rFonts w:ascii="楷体_GB2312" w:hAnsi="宋体" w:eastAsia="楷体_GB2312" w:cs="宋体"/>
                <w:color w:val="00000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</w:rPr>
              <w:t>（注：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</w:rPr>
              <w:t>1.请按实际情况勾选，并注明相应情况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</w:rPr>
              <w:t>2.请尽可能提供相应佐证材料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</w:rPr>
              <w:t>。）</w:t>
            </w:r>
          </w:p>
        </w:tc>
      </w:tr>
      <w:tr w14:paraId="461B8B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557316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43" w:type="dxa"/>
            <w:gridSpan w:val="1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A47899"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790F0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4C9945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43" w:type="dxa"/>
            <w:gridSpan w:val="1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72CCF"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084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85C982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43" w:type="dxa"/>
            <w:gridSpan w:val="1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664909"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E2335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ADF698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343" w:type="dxa"/>
            <w:gridSpan w:val="1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38455"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FC6AD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2C98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个人</w:t>
            </w:r>
          </w:p>
          <w:p w14:paraId="3ECF0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承诺</w:t>
            </w:r>
          </w:p>
        </w:tc>
        <w:tc>
          <w:tcPr>
            <w:tcW w:w="46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2F6DD01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承诺内容：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4CE56C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57FE11C1">
            <w:pPr>
              <w:widowControl/>
              <w:jc w:val="left"/>
              <w:textAlignment w:val="center"/>
              <w:rPr>
                <w:rFonts w:ascii="楷体_GB2312" w:hAnsi="宋体" w:eastAsia="楷体_GB2312" w:cs="宋体"/>
                <w:color w:val="00000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</w:rPr>
              <w:t>（注：本人手工填写“本人承诺以上所填写资料真实，如有虚假，愿承担相应责任。”）</w:t>
            </w:r>
          </w:p>
        </w:tc>
        <w:tc>
          <w:tcPr>
            <w:tcW w:w="1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B92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学生本人</w:t>
            </w:r>
          </w:p>
          <w:p w14:paraId="2330A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（或监护人）</w:t>
            </w:r>
          </w:p>
          <w:p w14:paraId="4AA8B1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签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21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1995D4">
            <w:pPr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 w14:paraId="65A36AD2">
            <w:pPr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14:paraId="582CF84F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 w14:paraId="5778B62E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</w:t>
            </w:r>
          </w:p>
        </w:tc>
      </w:tr>
    </w:tbl>
    <w:p w14:paraId="660BB427"/>
    <w:p w14:paraId="00A801E4"/>
    <w:p w14:paraId="6BFC3935"/>
    <w:p w14:paraId="0D542875"/>
    <w:tbl>
      <w:tblPr>
        <w:tblStyle w:val="6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3498"/>
        <w:gridCol w:w="4409"/>
      </w:tblGrid>
      <w:tr w14:paraId="5F6A2A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2" w:hRule="atLeast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738E03">
            <w:pPr>
              <w:spacing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班级</w:t>
            </w:r>
          </w:p>
          <w:p w14:paraId="13CBFAA8">
            <w:pPr>
              <w:spacing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评议</w:t>
            </w:r>
          </w:p>
          <w:p w14:paraId="5206EA75">
            <w:pPr>
              <w:spacing w:beforeLines="1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3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92A9FF"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A.家庭经济特别困难   □</w:t>
            </w:r>
          </w:p>
          <w:p w14:paraId="51ADE6BC"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B.家庭经济困难       □</w:t>
            </w:r>
          </w:p>
          <w:p w14:paraId="5E9D544D"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C.家庭经济一般困难   □</w:t>
            </w:r>
          </w:p>
          <w:p w14:paraId="5666D168"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D.家庭经济不困难     □</w:t>
            </w:r>
          </w:p>
        </w:tc>
        <w:tc>
          <w:tcPr>
            <w:tcW w:w="44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F6240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陈述理由：</w:t>
            </w:r>
          </w:p>
          <w:p w14:paraId="04D6DB32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4821E848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33819EBB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27BB0C5E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6E4B157B">
            <w:pPr>
              <w:spacing w:beforeLines="10"/>
              <w:ind w:firstLine="360" w:firstLineChars="15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评议小组组长签字：        </w:t>
            </w:r>
          </w:p>
          <w:p w14:paraId="01EFA506">
            <w:pPr>
              <w:spacing w:beforeLines="10"/>
              <w:ind w:firstLine="360" w:firstLineChars="15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</w:p>
          <w:p w14:paraId="5934D19F">
            <w:pPr>
              <w:spacing w:beforeLines="10"/>
              <w:ind w:firstLine="2160" w:firstLineChars="90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 w14:paraId="209EA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6" w:hRule="atLeast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F059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</w:rPr>
              <w:t>院（系、</w:t>
            </w:r>
          </w:p>
          <w:p w14:paraId="74FDBF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</w:rPr>
              <w:t>年级）</w:t>
            </w:r>
          </w:p>
          <w:p w14:paraId="59B528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95474F">
            <w:pPr>
              <w:spacing w:beforeLines="10"/>
              <w:ind w:firstLine="240" w:firstLineChars="10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54CDE967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经评议小组推荐、本院（系、年级）认真审核并公示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 w14:paraId="119051CF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同意评议小组意见。</w:t>
            </w:r>
          </w:p>
          <w:p w14:paraId="16E2094E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不同意评议小组意见。建议调整为：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；</w:t>
            </w:r>
          </w:p>
          <w:p w14:paraId="246CE3EE">
            <w:pPr>
              <w:widowControl/>
              <w:ind w:firstLine="600" w:firstLineChars="250"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 w14:paraId="781E315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61C1672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05DE2E9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工作组组长签字（加盖部门公章）：</w:t>
            </w:r>
          </w:p>
          <w:p w14:paraId="292DCFA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21266C1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>年    月    日</w:t>
            </w:r>
          </w:p>
        </w:tc>
      </w:tr>
      <w:tr w14:paraId="3CEF92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1" w:hRule="atLeast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DCF95">
            <w:pPr>
              <w:spacing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校级</w:t>
            </w:r>
          </w:p>
          <w:p w14:paraId="5514E1F8">
            <w:pPr>
              <w:spacing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认定</w:t>
            </w:r>
          </w:p>
          <w:p w14:paraId="3BA2A2ED">
            <w:pPr>
              <w:spacing w:beforeLines="10"/>
              <w:jc w:val="center"/>
              <w:rPr>
                <w:rFonts w:ascii="新宋体" w:hAnsi="新宋体" w:eastAsia="新宋体" w:cs="新宋体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EBAE60">
            <w:pPr>
              <w:spacing w:beforeLines="10"/>
              <w:ind w:firstLine="240" w:firstLineChars="10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4CC56DAE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经学生所在院（系、年级）提请，本机构认真核实并公示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 w14:paraId="5D1451AD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同意工作组和评议小组意见。</w:t>
            </w:r>
          </w:p>
          <w:p w14:paraId="6F208B8F">
            <w:pPr>
              <w:spacing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不同意工作组和评议小组意见。建议调整为：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；</w:t>
            </w:r>
          </w:p>
          <w:p w14:paraId="5E5EDB9C">
            <w:pPr>
              <w:widowControl/>
              <w:ind w:firstLine="600" w:firstLineChars="250"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 w14:paraId="7ECF0EA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355CA05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4E7A7E2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3E2447B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  负责人签字（加盖部门公章）：        </w:t>
            </w:r>
          </w:p>
          <w:p w14:paraId="20C946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        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 年    月    日</w:t>
            </w:r>
          </w:p>
        </w:tc>
      </w:tr>
    </w:tbl>
    <w:p w14:paraId="2CD5A4EE"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注：1.本表用于家庭经济困难学生认定，可复印；</w:t>
      </w:r>
    </w:p>
    <w:p w14:paraId="06DF085F">
      <w:pPr>
        <w:numPr>
          <w:ilvl w:val="0"/>
          <w:numId w:val="1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学校、院系、专业、年级、班级可根据实际情况选择性填写。</w:t>
      </w:r>
    </w:p>
    <w:sectPr>
      <w:footerReference r:id="rId3" w:type="default"/>
      <w:footerReference r:id="rId4" w:type="even"/>
      <w:pgSz w:w="11906" w:h="16838"/>
      <w:pgMar w:top="2098" w:right="1474" w:bottom="1985" w:left="1588" w:header="1701" w:footer="1588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AF8A6">
    <w:pPr>
      <w:pStyle w:val="4"/>
      <w:framePr w:wrap="around" w:vAnchor="text" w:hAnchor="margin" w:xAlign="outside" w:y="1"/>
      <w:ind w:right="210" w:righ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3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 w14:paraId="7CC675B1">
    <w:pPr>
      <w:pStyle w:val="4"/>
      <w:ind w:right="567" w:firstLine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5B49B">
    <w:pPr>
      <w:pStyle w:val="4"/>
      <w:framePr w:wrap="around" w:vAnchor="text" w:hAnchor="margin" w:xAlign="outside" w:y="1"/>
      <w:ind w:left="210" w:lef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2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 w14:paraId="4EDA4222"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A28F48"/>
    <w:multiLevelType w:val="singleLevel"/>
    <w:tmpl w:val="90A28F4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Y2RjMDE4YzcwNjc0YTYxMWY0MjIxYjJhZDhiZGUifQ=="/>
  </w:docVars>
  <w:rsids>
    <w:rsidRoot w:val="00E04C44"/>
    <w:rsid w:val="000633A4"/>
    <w:rsid w:val="000C5BB0"/>
    <w:rsid w:val="00112420"/>
    <w:rsid w:val="001321A3"/>
    <w:rsid w:val="00144F74"/>
    <w:rsid w:val="00157F56"/>
    <w:rsid w:val="001B42BA"/>
    <w:rsid w:val="00245DA0"/>
    <w:rsid w:val="0035246A"/>
    <w:rsid w:val="003A34ED"/>
    <w:rsid w:val="003D2942"/>
    <w:rsid w:val="00412D75"/>
    <w:rsid w:val="00426B51"/>
    <w:rsid w:val="00463734"/>
    <w:rsid w:val="0049411B"/>
    <w:rsid w:val="004B3681"/>
    <w:rsid w:val="004D33F2"/>
    <w:rsid w:val="004F0B03"/>
    <w:rsid w:val="00511CC2"/>
    <w:rsid w:val="005320A0"/>
    <w:rsid w:val="005522DF"/>
    <w:rsid w:val="0058769E"/>
    <w:rsid w:val="005A682E"/>
    <w:rsid w:val="00635E29"/>
    <w:rsid w:val="00645A63"/>
    <w:rsid w:val="0065325F"/>
    <w:rsid w:val="00683912"/>
    <w:rsid w:val="00691743"/>
    <w:rsid w:val="00693559"/>
    <w:rsid w:val="006A4F9E"/>
    <w:rsid w:val="006B6D5C"/>
    <w:rsid w:val="00723883"/>
    <w:rsid w:val="007845F2"/>
    <w:rsid w:val="00794B2C"/>
    <w:rsid w:val="00844BC5"/>
    <w:rsid w:val="00850378"/>
    <w:rsid w:val="00930BB0"/>
    <w:rsid w:val="00941EE0"/>
    <w:rsid w:val="009463BA"/>
    <w:rsid w:val="00952CCA"/>
    <w:rsid w:val="009967C5"/>
    <w:rsid w:val="009D5004"/>
    <w:rsid w:val="009E02A3"/>
    <w:rsid w:val="009F7D0B"/>
    <w:rsid w:val="00AC6DF6"/>
    <w:rsid w:val="00B26EDA"/>
    <w:rsid w:val="00C146E1"/>
    <w:rsid w:val="00C27953"/>
    <w:rsid w:val="00C45F22"/>
    <w:rsid w:val="00C65EC8"/>
    <w:rsid w:val="00D02336"/>
    <w:rsid w:val="00D367F3"/>
    <w:rsid w:val="00D93728"/>
    <w:rsid w:val="00DA4F6D"/>
    <w:rsid w:val="00E04C44"/>
    <w:rsid w:val="00E2392D"/>
    <w:rsid w:val="00E3588B"/>
    <w:rsid w:val="00E65288"/>
    <w:rsid w:val="00E93428"/>
    <w:rsid w:val="154A2F50"/>
    <w:rsid w:val="229E0D7F"/>
    <w:rsid w:val="359432B6"/>
    <w:rsid w:val="412A60A5"/>
    <w:rsid w:val="424E4075"/>
    <w:rsid w:val="53837051"/>
    <w:rsid w:val="574A6804"/>
    <w:rsid w:val="5C640AC7"/>
    <w:rsid w:val="5E196F30"/>
    <w:rsid w:val="606F1FDE"/>
    <w:rsid w:val="73F44C5F"/>
    <w:rsid w:val="74373814"/>
    <w:rsid w:val="7756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仿宋_GB2312" w:cs="Times New Roman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仿宋_GB2312" w:cs="Times New Roman"/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semiHidden/>
    <w:unhideWhenUsed/>
    <w:qFormat/>
    <w:uiPriority w:val="99"/>
  </w:style>
  <w:style w:type="character" w:customStyle="1" w:styleId="10">
    <w:name w:val="页眉 Char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link w:val="4"/>
    <w:uiPriority w:val="99"/>
    <w:rPr>
      <w:kern w:val="2"/>
      <w:sz w:val="18"/>
      <w:szCs w:val="18"/>
    </w:rPr>
  </w:style>
  <w:style w:type="character" w:customStyle="1" w:styleId="12">
    <w:name w:val="日期 Char"/>
    <w:basedOn w:val="8"/>
    <w:link w:val="2"/>
    <w:semiHidden/>
    <w:uiPriority w:val="99"/>
    <w:rPr>
      <w:kern w:val="2"/>
      <w:sz w:val="32"/>
      <w:szCs w:val="22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shuiDZS\Desktop\GWMB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GWMB</Template>
  <Pages>2</Pages>
  <Words>790</Words>
  <Characters>804</Characters>
  <Lines>11</Lines>
  <Paragraphs>3</Paragraphs>
  <TotalTime>1</TotalTime>
  <ScaleCrop>false</ScaleCrop>
  <LinksUpToDate>false</LinksUpToDate>
  <CharactersWithSpaces>1540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2019-05-28T02:19:00Z</dcterms:created>
  <dc:creator>税伯高</dc:creator>
  <cp:lastModifiedBy>井盐城人</cp:lastModifiedBy>
  <cp:lastPrinted>2024-09-04T03:06:00Z</cp:lastPrinted>
  <dcterms:modified xsi:type="dcterms:W3CDTF">2024-09-13T06:12:45Z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E0FE65A5336C461B8BD5FEABF8CBFC62_13</vt:lpwstr>
  </property>
</Properties>
</file>